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58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9558020"/>
                <wp:effectExtent l="0" t="0" r="11430" b="241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95580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" fillcolor="#c0504d [3205]" strokecolor="#622423 [1605]" strokeweight="2pt"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1361440</wp:posOffset>
                </wp:positionH>
                <wp:positionV relativeFrom="page">
                  <wp:posOffset>8582660</wp:posOffset>
                </wp:positionV>
                <wp:extent cx="937895" cy="634365"/>
                <wp:effectExtent l="0" t="635" r="3810" b="254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3DC" w:rsidRPr="00FA5AAE" w:rsidRDefault="008853DC" w:rsidP="00FA5AAE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  <w:lang w:val="es-CO" w:eastAsia="es-CO"/>
                              </w:rPr>
                              <w:drawing>
                                <wp:inline distT="0" distB="0" distL="0" distR="0">
                                  <wp:extent cx="845185" cy="560705"/>
                                  <wp:effectExtent l="19050" t="0" r="0" b="0"/>
                                  <wp:docPr id="1" name="Picture 1" descr="MP90040009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P90040009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18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    <v:textbox style="mso-fit-shape-to-text:t" inset="2.88pt,2.88pt,2.88pt,2.88pt">
                  <w:txbxContent>
                    <w:p w:rsidR="004507DF" w:rsidRPr="00FA5AAE" w:rsidRDefault="004507DF" w:rsidP="00FA5AAE">
                      <w:pPr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  <w:lang w:val="es-CO" w:eastAsia="es-CO"/>
                        </w:rPr>
                        <w:drawing>
                          <wp:inline distT="0" distB="0" distL="0" distR="0">
                            <wp:extent cx="845185" cy="560705"/>
                            <wp:effectExtent l="19050" t="0" r="0" b="0"/>
                            <wp:docPr id="1" name="Picture 1" descr="MP90040009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P90040009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18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53DC" w:rsidRPr="00DA22FF" w:rsidRDefault="008853DC" w:rsidP="009B1EB1">
                            <w:pPr>
                              <w:pStyle w:val="Ttulo2"/>
                            </w:pPr>
                            <w:r w:rsidRPr="009B1EB1">
                              <w:t>AGENDA</w:t>
                            </w:r>
                            <w:r>
                              <w:t xml:space="preserve"> N0 31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8853DC" w:rsidRPr="00DA22FF" w:rsidRDefault="008853DC" w:rsidP="009B1EB1">
                      <w:pPr>
                        <w:pStyle w:val="Ttulo2"/>
                      </w:pPr>
                      <w:r w:rsidRPr="009B1EB1">
                        <w:t>AGENDA</w:t>
                      </w:r>
                      <w:r>
                        <w:t xml:space="preserve"> N0 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4114800</wp:posOffset>
                </wp:positionV>
                <wp:extent cx="1714500" cy="1184275"/>
                <wp:effectExtent l="444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3DC" w:rsidRDefault="008853DC" w:rsidP="00A54DBA">
                            <w:pPr>
                              <w:pStyle w:val="Ttulo3"/>
                              <w:jc w:val="center"/>
                            </w:pPr>
                            <w:r>
                              <w:t xml:space="preserve">April </w:t>
                            </w:r>
                          </w:p>
                          <w:p w:rsidR="008853DC" w:rsidRPr="00B44828" w:rsidRDefault="008853DC" w:rsidP="00A54DBA">
                            <w:pPr>
                              <w:pStyle w:val="Ttulo3"/>
                              <w:jc w:val="center"/>
                            </w:pPr>
                            <w:r>
                              <w:t>Kinder</w:t>
                            </w:r>
                          </w:p>
                          <w:p w:rsidR="008853DC" w:rsidRPr="002F5063" w:rsidRDefault="008853DC" w:rsidP="00A54DBA">
                            <w:pPr>
                              <w:pStyle w:val="Ttulo3"/>
                              <w:jc w:val="center"/>
                            </w:pPr>
                            <w:r>
                              <w:t>Week 31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    <v:textbox style="mso-fit-shape-to-text:t" inset="3.6pt,,3.6pt">
                  <w:txbxContent>
                    <w:p w:rsidR="008853DC" w:rsidRDefault="008853DC" w:rsidP="00A54DBA">
                      <w:pPr>
                        <w:pStyle w:val="Ttulo3"/>
                        <w:jc w:val="center"/>
                      </w:pPr>
                      <w:r>
                        <w:t xml:space="preserve">April </w:t>
                      </w:r>
                    </w:p>
                    <w:p w:rsidR="008853DC" w:rsidRPr="00B44828" w:rsidRDefault="008853DC" w:rsidP="00A54DBA">
                      <w:pPr>
                        <w:pStyle w:val="Ttulo3"/>
                        <w:jc w:val="center"/>
                      </w:pPr>
                      <w:r>
                        <w:t>Kinder</w:t>
                      </w:r>
                    </w:p>
                    <w:p w:rsidR="008853DC" w:rsidRPr="002F5063" w:rsidRDefault="008853DC" w:rsidP="00A54DBA">
                      <w:pPr>
                        <w:pStyle w:val="Ttulo3"/>
                        <w:jc w:val="center"/>
                      </w:pPr>
                      <w:r>
                        <w:t>Week 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7855"/>
                <wp:effectExtent l="57150" t="38100" r="76200" b="971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78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53DC" w:rsidRPr="00724CA0" w:rsidRDefault="008853DC" w:rsidP="00724CA0">
                            <w:pPr>
                              <w:pStyle w:val="Ttulo1"/>
                              <w:rPr>
                                <w:sz w:val="52"/>
                                <w:szCs w:val="52"/>
                                <w:lang w:val="es-CO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 xml:space="preserve">           </w:t>
                            </w:r>
                            <w:proofErr w:type="spellStart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>Sharing</w:t>
                            </w:r>
                            <w:proofErr w:type="spellEnd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>planet</w:t>
                            </w:r>
                            <w:proofErr w:type="spellEnd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o:lock v:ext="edit" shapetype="t"/>
                <v:textbox style="mso-fit-shape-to-text:t" inset="2.85pt,2.85pt,2.85pt,2.85pt">
                  <w:txbxContent>
                    <w:p w:rsidR="008853DC" w:rsidRPr="00724CA0" w:rsidRDefault="008853DC" w:rsidP="00724CA0">
                      <w:pPr>
                        <w:pStyle w:val="Ttulo1"/>
                        <w:rPr>
                          <w:sz w:val="52"/>
                          <w:szCs w:val="52"/>
                          <w:lang w:val="es-CO"/>
                        </w:rPr>
                      </w:pPr>
                      <w:r>
                        <w:rPr>
                          <w:sz w:val="52"/>
                          <w:szCs w:val="52"/>
                          <w:lang w:val="es-CO"/>
                        </w:rPr>
                        <w:t xml:space="preserve">           </w:t>
                      </w:r>
                      <w:proofErr w:type="spellStart"/>
                      <w:r>
                        <w:rPr>
                          <w:sz w:val="52"/>
                          <w:szCs w:val="52"/>
                          <w:lang w:val="es-CO"/>
                        </w:rPr>
                        <w:t>Sharing</w:t>
                      </w:r>
                      <w:proofErr w:type="spellEnd"/>
                      <w:r>
                        <w:rPr>
                          <w:sz w:val="52"/>
                          <w:szCs w:val="52"/>
                          <w:lang w:val="es-CO"/>
                        </w:rPr>
                        <w:t xml:space="preserve"> </w:t>
                      </w:r>
                      <w:proofErr w:type="spellStart"/>
                      <w:r>
                        <w:rPr>
                          <w:sz w:val="52"/>
                          <w:szCs w:val="52"/>
                          <w:lang w:val="es-CO"/>
                        </w:rPr>
                        <w:t>the</w:t>
                      </w:r>
                      <w:proofErr w:type="spellEnd"/>
                      <w:r>
                        <w:rPr>
                          <w:sz w:val="52"/>
                          <w:szCs w:val="52"/>
                          <w:lang w:val="es-CO"/>
                        </w:rPr>
                        <w:t xml:space="preserve"> </w:t>
                      </w:r>
                      <w:proofErr w:type="spellStart"/>
                      <w:r>
                        <w:rPr>
                          <w:sz w:val="52"/>
                          <w:szCs w:val="52"/>
                          <w:lang w:val="es-CO"/>
                        </w:rPr>
                        <w:t>planet</w:t>
                      </w:r>
                      <w:proofErr w:type="spellEnd"/>
                      <w:r>
                        <w:rPr>
                          <w:sz w:val="52"/>
                          <w:szCs w:val="52"/>
                          <w:lang w:val="es-CO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76200" t="57150" r="76200" b="952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" fillcolor="#f79646 [3209]" strokecolor="white [3201]" strokeweight="3pt">
                <v:shadow on="t" color="black" opacity="24903f" origin=",.5" offset="0,.55556mm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4507DF" w:rsidRDefault="00CB77B4">
      <w:r w:rsidRPr="0011176B">
        <w:t xml:space="preserve"> </w: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F93D75" w:rsidP="004507DF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46942FD" wp14:editId="653BD340">
                <wp:simplePos x="0" y="0"/>
                <wp:positionH relativeFrom="page">
                  <wp:posOffset>3778250</wp:posOffset>
                </wp:positionH>
                <wp:positionV relativeFrom="page">
                  <wp:posOffset>3597910</wp:posOffset>
                </wp:positionV>
                <wp:extent cx="3394710" cy="6550025"/>
                <wp:effectExtent l="76200" t="57150" r="72390" b="9842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6550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53DC" w:rsidRPr="007B4E6D" w:rsidRDefault="008853DC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 xml:space="preserve">Monday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16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h</w:t>
                            </w:r>
                          </w:p>
                          <w:p w:rsidR="008853DC" w:rsidRDefault="008853DC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Disciplinar Planning L2 </w:t>
                            </w:r>
                          </w:p>
                          <w:p w:rsidR="008853DC" w:rsidRDefault="008853DC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Deputy´s Office</w:t>
                            </w:r>
                          </w:p>
                          <w:p w:rsidR="008853DC" w:rsidRDefault="008853DC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11:50 -12:25 pm</w:t>
                            </w:r>
                          </w:p>
                          <w:p w:rsidR="00210F8D" w:rsidRDefault="00DE3D42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>GSM</w:t>
                            </w:r>
                          </w:p>
                          <w:p w:rsidR="00DE3D42" w:rsidRDefault="00DE3D42" w:rsidP="00DE3D42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E3D42" w:rsidRPr="00BA040E" w:rsidRDefault="00DE3D42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8853DC" w:rsidRDefault="008853DC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proofErr w:type="gramStart"/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Tuesday  1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7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proofErr w:type="gramEnd"/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8853DC" w:rsidRDefault="008853DC" w:rsidP="0030585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Extra support session</w:t>
                            </w:r>
                          </w:p>
                          <w:p w:rsidR="008853DC" w:rsidRPr="00F10B09" w:rsidRDefault="008853DC" w:rsidP="0030585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Claudia </w:t>
                            </w:r>
                            <w:r w:rsidRPr="00F10B09">
                              <w:rPr>
                                <w:lang w:val="en-US"/>
                              </w:rPr>
                              <w:t xml:space="preserve">is on duty </w:t>
                            </w:r>
                          </w:p>
                          <w:p w:rsidR="008853DC" w:rsidRDefault="008853DC" w:rsidP="0030585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210F8D" w:rsidRPr="00F10B09" w:rsidRDefault="00210F8D" w:rsidP="0030585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</w:p>
                          <w:p w:rsidR="008853DC" w:rsidRPr="008853DC" w:rsidRDefault="008853DC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Wednesday 1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8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</w:p>
                          <w:p w:rsidR="008853DC" w:rsidRPr="00BA040E" w:rsidRDefault="008853DC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Planning unit 5</w:t>
                            </w:r>
                          </w:p>
                          <w:p w:rsidR="008853DC" w:rsidRDefault="008853DC" w:rsidP="00897C99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14:00-15:0</w:t>
                            </w:r>
                            <w:r w:rsidR="00E35217">
                              <w:rPr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</w:p>
                          <w:p w:rsidR="00E35217" w:rsidRDefault="00E35217" w:rsidP="00897C99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A.V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Room</w:t>
                            </w:r>
                            <w:bookmarkStart w:id="0" w:name="_GoBack"/>
                            <w:bookmarkEnd w:id="0"/>
                          </w:p>
                          <w:p w:rsidR="00210F8D" w:rsidRPr="00BA040E" w:rsidRDefault="00210F8D" w:rsidP="00897C99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8853DC" w:rsidRPr="00BA040E" w:rsidRDefault="008853DC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Thursday 1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9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</w:p>
                          <w:p w:rsidR="008853DC" w:rsidRPr="00BA040E" w:rsidRDefault="008853DC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Reflecting unit 4 25</w:t>
                            </w: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´</w:t>
                            </w:r>
                          </w:p>
                          <w:p w:rsidR="008853DC" w:rsidRPr="00BA040E" w:rsidRDefault="008853DC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Disciplinar Planning L2</w:t>
                            </w: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10´</w:t>
                            </w:r>
                          </w:p>
                          <w:p w:rsidR="008853DC" w:rsidRPr="00BA040E" w:rsidRDefault="008853DC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Planning unit 5 20´</w:t>
                            </w:r>
                          </w:p>
                          <w:p w:rsidR="008853DC" w:rsidRPr="00BA040E" w:rsidRDefault="008853DC" w:rsidP="00897C99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14:00-15:00</w:t>
                            </w:r>
                          </w:p>
                          <w:p w:rsidR="008853DC" w:rsidRDefault="008853DC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Deputy´s office</w:t>
                            </w:r>
                          </w:p>
                          <w:p w:rsidR="00210F8D" w:rsidRPr="00BA040E" w:rsidRDefault="00210F8D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8853DC" w:rsidRPr="0098440F" w:rsidRDefault="008853DC" w:rsidP="00F93D75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 xml:space="preserve">Friday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20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</w:p>
                          <w:p w:rsidR="008853DC" w:rsidRDefault="008853DC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E6D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INSET DAY </w:t>
                            </w:r>
                          </w:p>
                          <w:p w:rsidR="00591409" w:rsidRPr="007B4E6D" w:rsidRDefault="00591409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8853DC" w:rsidRPr="001E2A83" w:rsidRDefault="008853DC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E2A83"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Note </w:t>
                            </w:r>
                            <w:proofErr w:type="spellStart"/>
                            <w:r w:rsidRPr="001E2A83"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>taker</w:t>
                            </w:r>
                            <w:proofErr w:type="gramStart"/>
                            <w:r w:rsidRPr="001E2A83"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>:Maggie</w:t>
                            </w:r>
                            <w:proofErr w:type="spellEnd"/>
                            <w:proofErr w:type="gramEnd"/>
                          </w:p>
                          <w:p w:rsidR="008853DC" w:rsidRPr="001E2A83" w:rsidRDefault="008853DC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Time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>keeper</w:t>
                            </w:r>
                            <w:proofErr w:type="gramStart"/>
                            <w:r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>:Pilar</w:t>
                            </w:r>
                            <w:proofErr w:type="spellEnd"/>
                            <w:proofErr w:type="gramEnd"/>
                          </w:p>
                          <w:p w:rsidR="008853DC" w:rsidRPr="001E2A83" w:rsidRDefault="008853DC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E2A83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>Dear team, this agenda is subject to change.</w:t>
                            </w:r>
                          </w:p>
                          <w:p w:rsidR="008853DC" w:rsidRPr="00AD13D0" w:rsidRDefault="008853DC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:rsidR="008853DC" w:rsidRPr="00AD13D0" w:rsidRDefault="008853DC" w:rsidP="009F7310">
                            <w:pPr>
                              <w:pStyle w:val="Prrafodelista"/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8853DC" w:rsidRPr="00D02D5F" w:rsidRDefault="008853DC" w:rsidP="007B4A9B">
                            <w:pPr>
                              <w:pStyle w:val="list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97.5pt;margin-top:283.3pt;width:267.3pt;height:515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" fillcolor="#9bbb59 [3206]" strokecolor="white [3201]" strokeweight="3pt">
                <v:shadow on="t" color="black" opacity="24903f" origin=",.5" offset="0,.55556mm"/>
                <o:lock v:ext="edit" shapetype="t"/>
                <v:textbox inset="2.85pt,2.85pt,2.85pt,2.85pt">
                  <w:txbxContent>
                    <w:p w:rsidR="008853DC" w:rsidRPr="007B4E6D" w:rsidRDefault="008853DC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 xml:space="preserve">Monday 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16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h</w:t>
                      </w:r>
                    </w:p>
                    <w:p w:rsidR="008853DC" w:rsidRDefault="008853DC" w:rsidP="002F1B8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Disciplinar Planning L2 </w:t>
                      </w:r>
                    </w:p>
                    <w:p w:rsidR="008853DC" w:rsidRDefault="008853DC" w:rsidP="002F1B8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Deputy´s Office</w:t>
                      </w:r>
                    </w:p>
                    <w:p w:rsidR="008853DC" w:rsidRDefault="008853DC" w:rsidP="002F1B8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11:50 -12:25 pm</w:t>
                      </w:r>
                    </w:p>
                    <w:p w:rsidR="00210F8D" w:rsidRDefault="00DE3D42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>GSM</w:t>
                      </w:r>
                    </w:p>
                    <w:p w:rsidR="00DE3D42" w:rsidRDefault="00DE3D42" w:rsidP="00DE3D42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DE3D42" w:rsidRPr="00BA040E" w:rsidRDefault="00DE3D42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:rsidR="008853DC" w:rsidRDefault="008853DC" w:rsidP="0089669C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proofErr w:type="gramStart"/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Tuesday  1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7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proofErr w:type="gramEnd"/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8853DC" w:rsidRDefault="008853DC" w:rsidP="0030585A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Extra support session</w:t>
                      </w:r>
                    </w:p>
                    <w:p w:rsidR="008853DC" w:rsidRPr="00F10B09" w:rsidRDefault="008853DC" w:rsidP="0030585A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Claudia </w:t>
                      </w:r>
                      <w:r w:rsidRPr="00F10B09">
                        <w:rPr>
                          <w:lang w:val="en-US"/>
                        </w:rPr>
                        <w:t xml:space="preserve">is on duty </w:t>
                      </w:r>
                    </w:p>
                    <w:p w:rsidR="008853DC" w:rsidRDefault="008853DC" w:rsidP="0030585A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210F8D" w:rsidRPr="00F10B09" w:rsidRDefault="00210F8D" w:rsidP="0030585A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</w:p>
                    <w:p w:rsidR="008853DC" w:rsidRPr="008853DC" w:rsidRDefault="008853DC" w:rsidP="00097FF7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</w:pP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Wednesday 1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8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</w:p>
                    <w:p w:rsidR="008853DC" w:rsidRPr="00BA040E" w:rsidRDefault="008853DC" w:rsidP="00097FF7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Planning unit 5</w:t>
                      </w:r>
                    </w:p>
                    <w:p w:rsidR="008853DC" w:rsidRDefault="008853DC" w:rsidP="00897C99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14:00-15:0</w:t>
                      </w:r>
                      <w:r w:rsidR="00E35217">
                        <w:rPr>
                          <w:sz w:val="18"/>
                          <w:szCs w:val="18"/>
                          <w:lang w:val="en-US"/>
                        </w:rPr>
                        <w:t>0</w:t>
                      </w:r>
                    </w:p>
                    <w:p w:rsidR="00E35217" w:rsidRDefault="00E35217" w:rsidP="00897C99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A.V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Room</w:t>
                      </w:r>
                      <w:bookmarkStart w:id="1" w:name="_GoBack"/>
                      <w:bookmarkEnd w:id="1"/>
                    </w:p>
                    <w:p w:rsidR="00210F8D" w:rsidRPr="00BA040E" w:rsidRDefault="00210F8D" w:rsidP="00897C99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:rsidR="008853DC" w:rsidRPr="00BA040E" w:rsidRDefault="008853DC" w:rsidP="00097FF7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</w:pP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Thursday 1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9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</w:p>
                    <w:p w:rsidR="008853DC" w:rsidRPr="00BA040E" w:rsidRDefault="008853DC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Reflecting unit 4 25</w:t>
                      </w: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´</w:t>
                      </w:r>
                    </w:p>
                    <w:p w:rsidR="008853DC" w:rsidRPr="00BA040E" w:rsidRDefault="008853DC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Disciplinar Planning L2</w:t>
                      </w: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 10´</w:t>
                      </w:r>
                    </w:p>
                    <w:p w:rsidR="008853DC" w:rsidRPr="00BA040E" w:rsidRDefault="008853DC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Planning unit 5 20´</w:t>
                      </w:r>
                    </w:p>
                    <w:p w:rsidR="008853DC" w:rsidRPr="00BA040E" w:rsidRDefault="008853DC" w:rsidP="00897C99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14:00-15:00</w:t>
                      </w:r>
                    </w:p>
                    <w:p w:rsidR="008853DC" w:rsidRDefault="008853DC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Deputy´s office</w:t>
                      </w:r>
                    </w:p>
                    <w:p w:rsidR="00210F8D" w:rsidRPr="00BA040E" w:rsidRDefault="00210F8D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:rsidR="008853DC" w:rsidRPr="0098440F" w:rsidRDefault="008853DC" w:rsidP="00F93D75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 xml:space="preserve">Friday 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20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</w:p>
                    <w:p w:rsidR="008853DC" w:rsidRDefault="008853DC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7B4E6D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INSET DAY </w:t>
                      </w:r>
                    </w:p>
                    <w:p w:rsidR="00591409" w:rsidRPr="007B4E6D" w:rsidRDefault="00591409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:rsidR="008853DC" w:rsidRPr="001E2A83" w:rsidRDefault="008853DC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sz w:val="18"/>
                          <w:szCs w:val="18"/>
                          <w:lang w:val="en-US"/>
                        </w:rPr>
                      </w:pPr>
                      <w:r w:rsidRPr="001E2A83"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 xml:space="preserve">Note </w:t>
                      </w:r>
                      <w:proofErr w:type="spellStart"/>
                      <w:r w:rsidRPr="001E2A83"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>taker</w:t>
                      </w:r>
                      <w:proofErr w:type="gramStart"/>
                      <w:r w:rsidRPr="001E2A83"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>:Maggie</w:t>
                      </w:r>
                      <w:proofErr w:type="spellEnd"/>
                      <w:proofErr w:type="gramEnd"/>
                    </w:p>
                    <w:p w:rsidR="008853DC" w:rsidRPr="001E2A83" w:rsidRDefault="008853DC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 xml:space="preserve">Time </w:t>
                      </w:r>
                      <w:proofErr w:type="spellStart"/>
                      <w:r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>keeper</w:t>
                      </w:r>
                      <w:proofErr w:type="gramStart"/>
                      <w:r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>:Pilar</w:t>
                      </w:r>
                      <w:proofErr w:type="spellEnd"/>
                      <w:proofErr w:type="gramEnd"/>
                    </w:p>
                    <w:p w:rsidR="008853DC" w:rsidRPr="001E2A83" w:rsidRDefault="008853DC" w:rsidP="009F7310">
                      <w:pPr>
                        <w:pStyle w:val="Prrafodelista"/>
                        <w:spacing w:after="0"/>
                        <w:ind w:left="0"/>
                        <w:rPr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1E2A83">
                        <w:rPr>
                          <w:b/>
                          <w:sz w:val="18"/>
                          <w:szCs w:val="18"/>
                          <w:lang w:val="en-US"/>
                        </w:rPr>
                        <w:t>Dear team, this agenda is subject to change.</w:t>
                      </w:r>
                    </w:p>
                    <w:p w:rsidR="008853DC" w:rsidRPr="00AD13D0" w:rsidRDefault="008853DC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 </w:t>
                      </w:r>
                    </w:p>
                    <w:p w:rsidR="008853DC" w:rsidRPr="00AD13D0" w:rsidRDefault="008853DC" w:rsidP="009F7310">
                      <w:pPr>
                        <w:pStyle w:val="Prrafodelista"/>
                        <w:spacing w:after="0"/>
                        <w:rPr>
                          <w:b/>
                          <w:lang w:val="en-US"/>
                        </w:rPr>
                      </w:pPr>
                    </w:p>
                    <w:p w:rsidR="008853DC" w:rsidRPr="00D02D5F" w:rsidRDefault="008853DC" w:rsidP="007B4A9B">
                      <w:pPr>
                        <w:pStyle w:val="list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bullet1"/>
      </v:shape>
    </w:pict>
  </w:numPicBullet>
  <w:numPicBullet w:numPicBulletId="1">
    <w:pict>
      <v:shape id="_x0000_i1039" type="#_x0000_t75" style="width:9pt;height:9pt" o:bullet="t">
        <v:imagedata r:id="rId2" o:title="bullet2"/>
      </v:shape>
    </w:pict>
  </w:numPicBullet>
  <w:numPicBullet w:numPicBulletId="2">
    <w:pict>
      <v:shape id="_x0000_i1040" type="#_x0000_t75" style="width:9pt;height:9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97FF7"/>
    <w:rsid w:val="000A1CF2"/>
    <w:rsid w:val="000C4E2C"/>
    <w:rsid w:val="000C586F"/>
    <w:rsid w:val="000D1B09"/>
    <w:rsid w:val="000E62D4"/>
    <w:rsid w:val="000F49A7"/>
    <w:rsid w:val="0011176B"/>
    <w:rsid w:val="00113BB1"/>
    <w:rsid w:val="00114906"/>
    <w:rsid w:val="00123FA2"/>
    <w:rsid w:val="001241B6"/>
    <w:rsid w:val="00131724"/>
    <w:rsid w:val="00135580"/>
    <w:rsid w:val="001420CD"/>
    <w:rsid w:val="001462B8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1E2A83"/>
    <w:rsid w:val="0020166D"/>
    <w:rsid w:val="002063A2"/>
    <w:rsid w:val="002101A4"/>
    <w:rsid w:val="00210F8D"/>
    <w:rsid w:val="00214EEB"/>
    <w:rsid w:val="00221A02"/>
    <w:rsid w:val="00235996"/>
    <w:rsid w:val="00240415"/>
    <w:rsid w:val="002453DF"/>
    <w:rsid w:val="002468B8"/>
    <w:rsid w:val="00251D4B"/>
    <w:rsid w:val="0027353D"/>
    <w:rsid w:val="00273B22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0585A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702D3"/>
    <w:rsid w:val="003709B7"/>
    <w:rsid w:val="00386843"/>
    <w:rsid w:val="0038777C"/>
    <w:rsid w:val="003A16B6"/>
    <w:rsid w:val="003A1F36"/>
    <w:rsid w:val="003A5449"/>
    <w:rsid w:val="003C2482"/>
    <w:rsid w:val="003D16CA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77A25"/>
    <w:rsid w:val="00490902"/>
    <w:rsid w:val="004A04A1"/>
    <w:rsid w:val="004A2962"/>
    <w:rsid w:val="004B0222"/>
    <w:rsid w:val="004B043A"/>
    <w:rsid w:val="004C2F04"/>
    <w:rsid w:val="004D0416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46961"/>
    <w:rsid w:val="00551501"/>
    <w:rsid w:val="005619C2"/>
    <w:rsid w:val="00573944"/>
    <w:rsid w:val="00583417"/>
    <w:rsid w:val="00585CD6"/>
    <w:rsid w:val="00591409"/>
    <w:rsid w:val="0059260D"/>
    <w:rsid w:val="005926DA"/>
    <w:rsid w:val="00592D16"/>
    <w:rsid w:val="00594E62"/>
    <w:rsid w:val="0059671A"/>
    <w:rsid w:val="005B0EB6"/>
    <w:rsid w:val="005D6755"/>
    <w:rsid w:val="005E437E"/>
    <w:rsid w:val="005F3331"/>
    <w:rsid w:val="00605F95"/>
    <w:rsid w:val="006074A9"/>
    <w:rsid w:val="00624120"/>
    <w:rsid w:val="00625E0C"/>
    <w:rsid w:val="00627239"/>
    <w:rsid w:val="00632B12"/>
    <w:rsid w:val="00647B37"/>
    <w:rsid w:val="006508A0"/>
    <w:rsid w:val="0067569B"/>
    <w:rsid w:val="00677860"/>
    <w:rsid w:val="00681CD8"/>
    <w:rsid w:val="0068338D"/>
    <w:rsid w:val="0068711C"/>
    <w:rsid w:val="006903F6"/>
    <w:rsid w:val="00697273"/>
    <w:rsid w:val="006B374F"/>
    <w:rsid w:val="006C5181"/>
    <w:rsid w:val="006D1619"/>
    <w:rsid w:val="006D2BD9"/>
    <w:rsid w:val="006E7467"/>
    <w:rsid w:val="00716C35"/>
    <w:rsid w:val="00723DE6"/>
    <w:rsid w:val="00724CA0"/>
    <w:rsid w:val="0073457E"/>
    <w:rsid w:val="007374F2"/>
    <w:rsid w:val="00744D38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4E6D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40B9D"/>
    <w:rsid w:val="0085078E"/>
    <w:rsid w:val="00851F4E"/>
    <w:rsid w:val="00862922"/>
    <w:rsid w:val="00862C37"/>
    <w:rsid w:val="00872ADF"/>
    <w:rsid w:val="00875F91"/>
    <w:rsid w:val="008853DC"/>
    <w:rsid w:val="00891B8C"/>
    <w:rsid w:val="0089669C"/>
    <w:rsid w:val="00897B79"/>
    <w:rsid w:val="00897C9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33C75"/>
    <w:rsid w:val="00941F64"/>
    <w:rsid w:val="00944FC2"/>
    <w:rsid w:val="00957A17"/>
    <w:rsid w:val="009640D6"/>
    <w:rsid w:val="009652B1"/>
    <w:rsid w:val="00976B22"/>
    <w:rsid w:val="00980BF0"/>
    <w:rsid w:val="0098440F"/>
    <w:rsid w:val="009876CA"/>
    <w:rsid w:val="009A26AD"/>
    <w:rsid w:val="009A2AD7"/>
    <w:rsid w:val="009A7AB4"/>
    <w:rsid w:val="009A7F5B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F3F5D"/>
    <w:rsid w:val="00B12013"/>
    <w:rsid w:val="00B12BF3"/>
    <w:rsid w:val="00B1675C"/>
    <w:rsid w:val="00B22B1D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040E"/>
    <w:rsid w:val="00BA181A"/>
    <w:rsid w:val="00BA27A3"/>
    <w:rsid w:val="00BA5B32"/>
    <w:rsid w:val="00BC62B8"/>
    <w:rsid w:val="00BC7F64"/>
    <w:rsid w:val="00BD794F"/>
    <w:rsid w:val="00BE4DB2"/>
    <w:rsid w:val="00C0301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85C4A"/>
    <w:rsid w:val="00D904B1"/>
    <w:rsid w:val="00D938DE"/>
    <w:rsid w:val="00DA22DB"/>
    <w:rsid w:val="00DA22FF"/>
    <w:rsid w:val="00DA3345"/>
    <w:rsid w:val="00DA53E5"/>
    <w:rsid w:val="00DC155E"/>
    <w:rsid w:val="00DC1836"/>
    <w:rsid w:val="00DC4589"/>
    <w:rsid w:val="00DE13C4"/>
    <w:rsid w:val="00DE3D42"/>
    <w:rsid w:val="00E003C0"/>
    <w:rsid w:val="00E03EA0"/>
    <w:rsid w:val="00E04C43"/>
    <w:rsid w:val="00E26BAD"/>
    <w:rsid w:val="00E35217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B09"/>
    <w:rsid w:val="00F10EEC"/>
    <w:rsid w:val="00F11317"/>
    <w:rsid w:val="00F23945"/>
    <w:rsid w:val="00F7328B"/>
    <w:rsid w:val="00F74B74"/>
    <w:rsid w:val="00F777F0"/>
    <w:rsid w:val="00F81CAA"/>
    <w:rsid w:val="00F82618"/>
    <w:rsid w:val="00F83682"/>
    <w:rsid w:val="00F9272D"/>
    <w:rsid w:val="00F93D75"/>
    <w:rsid w:val="00F97519"/>
    <w:rsid w:val="00F97632"/>
    <w:rsid w:val="00FA45C2"/>
    <w:rsid w:val="00FA5AAE"/>
    <w:rsid w:val="00FB2CA7"/>
    <w:rsid w:val="00FC0460"/>
    <w:rsid w:val="00FD30AC"/>
    <w:rsid w:val="00FD3DD7"/>
    <w:rsid w:val="00F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DE407-C69F-4A23-9978-80A590CB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8</TotalTime>
  <Pages>1</Pages>
  <Words>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Sidey</cp:lastModifiedBy>
  <cp:revision>6</cp:revision>
  <dcterms:created xsi:type="dcterms:W3CDTF">2012-04-14T17:20:00Z</dcterms:created>
  <dcterms:modified xsi:type="dcterms:W3CDTF">2012-04-14T22:42:00Z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